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Pr="000059A2" w:rsidRDefault="00DB70BA" w:rsidP="00DB70BA">
      <w:pPr>
        <w:pStyle w:val="a7"/>
        <w:jc w:val="center"/>
      </w:pPr>
      <w:r w:rsidRPr="000059A2">
        <w:t>Перечень рекомендуемых мероприятий по улучшению условий труда</w:t>
      </w:r>
    </w:p>
    <w:p w:rsidR="00B3448B" w:rsidRPr="000059A2" w:rsidRDefault="00B3448B" w:rsidP="00B3448B"/>
    <w:p w:rsidR="00B3448B" w:rsidRPr="000059A2" w:rsidRDefault="00B3448B" w:rsidP="00B3448B">
      <w:r w:rsidRPr="000059A2">
        <w:t>Наименование организации:</w:t>
      </w:r>
      <w:r w:rsidRPr="000059A2">
        <w:rPr>
          <w:rStyle w:val="a9"/>
        </w:rPr>
        <w:t xml:space="preserve"> </w:t>
      </w:r>
      <w:r w:rsidRPr="000059A2">
        <w:rPr>
          <w:rStyle w:val="a9"/>
        </w:rPr>
        <w:fldChar w:fldCharType="begin"/>
      </w:r>
      <w:r w:rsidRPr="000059A2">
        <w:rPr>
          <w:rStyle w:val="a9"/>
        </w:rPr>
        <w:instrText xml:space="preserve"> DOCVARIABLE </w:instrText>
      </w:r>
      <w:r w:rsidR="00483A6A" w:rsidRPr="000059A2">
        <w:rPr>
          <w:rStyle w:val="a9"/>
        </w:rPr>
        <w:instrText>ceh_info</w:instrText>
      </w:r>
      <w:r w:rsidRPr="000059A2">
        <w:rPr>
          <w:rStyle w:val="a9"/>
        </w:rPr>
        <w:instrText xml:space="preserve"> \* MERGEFORMAT </w:instrText>
      </w:r>
      <w:r w:rsidRPr="000059A2">
        <w:rPr>
          <w:rStyle w:val="a9"/>
        </w:rPr>
        <w:fldChar w:fldCharType="separate"/>
      </w:r>
      <w:r w:rsidR="00A44B89" w:rsidRPr="00A44B89">
        <w:rPr>
          <w:rStyle w:val="a9"/>
        </w:rPr>
        <w:t xml:space="preserve"> Публичное акционерное общество «</w:t>
      </w:r>
      <w:proofErr w:type="spellStart"/>
      <w:r w:rsidR="00A44B89" w:rsidRPr="00A44B89">
        <w:rPr>
          <w:rStyle w:val="a9"/>
        </w:rPr>
        <w:t>КуйбышевАзот</w:t>
      </w:r>
      <w:proofErr w:type="spellEnd"/>
      <w:r w:rsidR="00A44B89" w:rsidRPr="00A44B89">
        <w:rPr>
          <w:rStyle w:val="a9"/>
        </w:rPr>
        <w:t xml:space="preserve">» </w:t>
      </w:r>
      <w:r w:rsidRPr="000059A2">
        <w:rPr>
          <w:rStyle w:val="a9"/>
        </w:rPr>
        <w:fldChar w:fldCharType="end"/>
      </w:r>
      <w:r w:rsidRPr="000059A2">
        <w:rPr>
          <w:rStyle w:val="a9"/>
        </w:rPr>
        <w:t> </w:t>
      </w:r>
    </w:p>
    <w:p w:rsidR="00DB70BA" w:rsidRPr="000059A2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0059A2" w:rsidTr="000059A2">
        <w:trPr>
          <w:jc w:val="center"/>
        </w:trPr>
        <w:tc>
          <w:tcPr>
            <w:tcW w:w="3049" w:type="dxa"/>
            <w:vAlign w:val="center"/>
          </w:tcPr>
          <w:p w:rsidR="00DB70BA" w:rsidRPr="000059A2" w:rsidRDefault="00DB70BA" w:rsidP="00DB70BA">
            <w:pPr>
              <w:pStyle w:val="aa"/>
            </w:pPr>
            <w:bookmarkStart w:id="0" w:name="main_table"/>
            <w:bookmarkEnd w:id="0"/>
            <w:r w:rsidRPr="000059A2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Цель мероприятия</w:t>
            </w:r>
          </w:p>
        </w:tc>
        <w:tc>
          <w:tcPr>
            <w:tcW w:w="1384" w:type="dxa"/>
            <w:vAlign w:val="center"/>
          </w:tcPr>
          <w:p w:rsidR="00DB70BA" w:rsidRPr="000059A2" w:rsidRDefault="008B4051" w:rsidP="00DB70BA">
            <w:pPr>
              <w:pStyle w:val="aa"/>
            </w:pPr>
            <w:r w:rsidRPr="000059A2">
              <w:t>Срок</w:t>
            </w:r>
            <w:r w:rsidRPr="000059A2">
              <w:br/>
            </w:r>
            <w:r w:rsidR="00DB70BA" w:rsidRPr="000059A2">
              <w:t>выполнения</w:t>
            </w:r>
          </w:p>
        </w:tc>
        <w:tc>
          <w:tcPr>
            <w:tcW w:w="3294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Структурные подразделения, пр</w:t>
            </w:r>
            <w:r w:rsidRPr="000059A2">
              <w:t>и</w:t>
            </w:r>
            <w:r w:rsidRPr="000059A2">
              <w:t>влекаемые для выполнения</w:t>
            </w:r>
          </w:p>
        </w:tc>
        <w:tc>
          <w:tcPr>
            <w:tcW w:w="1315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Отметка о выполнении</w:t>
            </w:r>
          </w:p>
        </w:tc>
      </w:tr>
      <w:tr w:rsidR="00DB70BA" w:rsidRPr="000059A2" w:rsidTr="000059A2">
        <w:trPr>
          <w:jc w:val="center"/>
        </w:trPr>
        <w:tc>
          <w:tcPr>
            <w:tcW w:w="3049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1</w:t>
            </w:r>
          </w:p>
        </w:tc>
        <w:tc>
          <w:tcPr>
            <w:tcW w:w="3686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2</w:t>
            </w:r>
          </w:p>
        </w:tc>
        <w:tc>
          <w:tcPr>
            <w:tcW w:w="2835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3</w:t>
            </w:r>
          </w:p>
        </w:tc>
        <w:tc>
          <w:tcPr>
            <w:tcW w:w="1384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4</w:t>
            </w:r>
          </w:p>
        </w:tc>
        <w:tc>
          <w:tcPr>
            <w:tcW w:w="3294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5</w:t>
            </w:r>
          </w:p>
        </w:tc>
        <w:tc>
          <w:tcPr>
            <w:tcW w:w="1315" w:type="dxa"/>
            <w:vAlign w:val="center"/>
          </w:tcPr>
          <w:p w:rsidR="00DB70BA" w:rsidRPr="000059A2" w:rsidRDefault="00DB70BA" w:rsidP="00DB70BA">
            <w:pPr>
              <w:pStyle w:val="aa"/>
            </w:pPr>
            <w:r w:rsidRPr="000059A2">
              <w:t>6</w:t>
            </w:r>
          </w:p>
        </w:tc>
      </w:tr>
      <w:tr w:rsidR="00A44B89" w:rsidRPr="000059A2" w:rsidTr="000059A2">
        <w:trPr>
          <w:jc w:val="center"/>
        </w:trPr>
        <w:tc>
          <w:tcPr>
            <w:tcW w:w="3049" w:type="dxa"/>
            <w:vAlign w:val="center"/>
          </w:tcPr>
          <w:p w:rsidR="00A44B89" w:rsidRPr="00A44B89" w:rsidRDefault="00A44B89" w:rsidP="00A44B89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2041-Общехозяйственный цех с содержанием по промышле</w:t>
            </w:r>
            <w:r>
              <w:rPr>
                <w:b/>
                <w:i/>
              </w:rPr>
              <w:t>н</w:t>
            </w:r>
            <w:r>
              <w:rPr>
                <w:b/>
                <w:i/>
              </w:rPr>
              <w:t>ной группе</w:t>
            </w:r>
          </w:p>
        </w:tc>
        <w:tc>
          <w:tcPr>
            <w:tcW w:w="3686" w:type="dxa"/>
            <w:vAlign w:val="center"/>
          </w:tcPr>
          <w:p w:rsidR="00A44B89" w:rsidRPr="000059A2" w:rsidRDefault="00A44B8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44B89" w:rsidRPr="000059A2" w:rsidRDefault="00A44B8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44B89" w:rsidRPr="000059A2" w:rsidRDefault="00A44B8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44B89" w:rsidRPr="000059A2" w:rsidRDefault="00A44B8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44B89" w:rsidRPr="000059A2" w:rsidRDefault="00A44B89" w:rsidP="00DB70BA">
            <w:pPr>
              <w:pStyle w:val="aa"/>
            </w:pPr>
          </w:p>
        </w:tc>
      </w:tr>
      <w:tr w:rsidR="00A44B89" w:rsidRPr="000059A2" w:rsidTr="000059A2">
        <w:trPr>
          <w:jc w:val="center"/>
        </w:trPr>
        <w:tc>
          <w:tcPr>
            <w:tcW w:w="3049" w:type="dxa"/>
            <w:vAlign w:val="center"/>
          </w:tcPr>
          <w:p w:rsidR="00A44B89" w:rsidRPr="00A44B89" w:rsidRDefault="00A44B89" w:rsidP="00A44B89">
            <w:pPr>
              <w:pStyle w:val="aa"/>
              <w:jc w:val="left"/>
            </w:pPr>
            <w:r>
              <w:t>41/102. Механик</w:t>
            </w:r>
          </w:p>
        </w:tc>
        <w:tc>
          <w:tcPr>
            <w:tcW w:w="3686" w:type="dxa"/>
            <w:vAlign w:val="center"/>
          </w:tcPr>
          <w:p w:rsidR="00A44B89" w:rsidRPr="000059A2" w:rsidRDefault="00A44B8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A44B89" w:rsidRPr="000059A2" w:rsidRDefault="00A44B8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44B89" w:rsidRPr="000059A2" w:rsidRDefault="00A44B8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44B89" w:rsidRPr="000059A2" w:rsidRDefault="00A44B8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44B89" w:rsidRPr="000059A2" w:rsidRDefault="00A44B89" w:rsidP="00DB70BA">
            <w:pPr>
              <w:pStyle w:val="aa"/>
            </w:pPr>
          </w:p>
        </w:tc>
      </w:tr>
      <w:tr w:rsidR="00A44B89" w:rsidRPr="000059A2" w:rsidTr="000059A2">
        <w:trPr>
          <w:jc w:val="center"/>
        </w:trPr>
        <w:tc>
          <w:tcPr>
            <w:tcW w:w="3049" w:type="dxa"/>
            <w:vAlign w:val="center"/>
          </w:tcPr>
          <w:p w:rsidR="00A44B89" w:rsidRPr="00A44B89" w:rsidRDefault="00A44B89" w:rsidP="00A44B89">
            <w:pPr>
              <w:pStyle w:val="aa"/>
              <w:jc w:val="left"/>
            </w:pPr>
            <w:r>
              <w:t>41/103. Мастер по ремонту и обслуживанию электрооборуд</w:t>
            </w:r>
            <w:r>
              <w:t>о</w:t>
            </w:r>
            <w:r>
              <w:t>вания</w:t>
            </w:r>
          </w:p>
        </w:tc>
        <w:tc>
          <w:tcPr>
            <w:tcW w:w="3686" w:type="dxa"/>
            <w:vAlign w:val="center"/>
          </w:tcPr>
          <w:p w:rsidR="00A44B89" w:rsidRDefault="00A44B8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A44B89" w:rsidRPr="000059A2" w:rsidRDefault="00A44B8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44B89" w:rsidRPr="000059A2" w:rsidRDefault="00A44B8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44B89" w:rsidRPr="000059A2" w:rsidRDefault="00A44B8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44B89" w:rsidRPr="000059A2" w:rsidRDefault="00A44B89" w:rsidP="00DB70BA">
            <w:pPr>
              <w:pStyle w:val="aa"/>
            </w:pPr>
          </w:p>
        </w:tc>
      </w:tr>
      <w:tr w:rsidR="00A44B89" w:rsidRPr="000059A2" w:rsidTr="000059A2">
        <w:trPr>
          <w:jc w:val="center"/>
        </w:trPr>
        <w:tc>
          <w:tcPr>
            <w:tcW w:w="3049" w:type="dxa"/>
            <w:vAlign w:val="center"/>
          </w:tcPr>
          <w:p w:rsidR="00A44B89" w:rsidRPr="00A44B89" w:rsidRDefault="00A44B89" w:rsidP="00A44B89">
            <w:pPr>
              <w:pStyle w:val="aa"/>
              <w:jc w:val="left"/>
            </w:pPr>
            <w:r>
              <w:t xml:space="preserve">41/104(41/105А). Тракторист (1 категории, мощность двигателя 60-100 </w:t>
            </w:r>
            <w:proofErr w:type="spellStart"/>
            <w:r>
              <w:t>л.</w:t>
            </w:r>
            <w:proofErr w:type="gramStart"/>
            <w:r>
              <w:t>с</w:t>
            </w:r>
            <w:proofErr w:type="spellEnd"/>
            <w:proofErr w:type="gramEnd"/>
            <w:r>
              <w:t>.)</w:t>
            </w:r>
          </w:p>
        </w:tc>
        <w:tc>
          <w:tcPr>
            <w:tcW w:w="3686" w:type="dxa"/>
            <w:vAlign w:val="center"/>
          </w:tcPr>
          <w:p w:rsidR="00A44B89" w:rsidRDefault="00A44B8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A44B89" w:rsidRPr="000059A2" w:rsidRDefault="00A44B8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44B89" w:rsidRPr="000059A2" w:rsidRDefault="00A44B8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44B89" w:rsidRPr="000059A2" w:rsidRDefault="00A44B8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44B89" w:rsidRPr="000059A2" w:rsidRDefault="00A44B89" w:rsidP="00DB70BA">
            <w:pPr>
              <w:pStyle w:val="aa"/>
            </w:pPr>
          </w:p>
        </w:tc>
      </w:tr>
      <w:tr w:rsidR="00A44B89" w:rsidRPr="000059A2" w:rsidTr="000059A2">
        <w:trPr>
          <w:jc w:val="center"/>
        </w:trPr>
        <w:tc>
          <w:tcPr>
            <w:tcW w:w="3049" w:type="dxa"/>
            <w:vAlign w:val="center"/>
          </w:tcPr>
          <w:p w:rsidR="00A44B89" w:rsidRPr="00A44B89" w:rsidRDefault="00A44B89" w:rsidP="00A44B89">
            <w:pPr>
              <w:pStyle w:val="aa"/>
              <w:jc w:val="left"/>
            </w:pPr>
            <w:r>
              <w:t xml:space="preserve">41/106(41/107А). Тракторист (2 категории, мощность двигателя 60-100 </w:t>
            </w:r>
            <w:proofErr w:type="spellStart"/>
            <w:r>
              <w:t>л.</w:t>
            </w:r>
            <w:proofErr w:type="gramStart"/>
            <w:r>
              <w:t>с</w:t>
            </w:r>
            <w:proofErr w:type="spellEnd"/>
            <w:proofErr w:type="gramEnd"/>
            <w:r>
              <w:t>.)</w:t>
            </w:r>
          </w:p>
        </w:tc>
        <w:tc>
          <w:tcPr>
            <w:tcW w:w="3686" w:type="dxa"/>
            <w:vAlign w:val="center"/>
          </w:tcPr>
          <w:p w:rsidR="00A44B89" w:rsidRDefault="00A44B8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A44B89" w:rsidRPr="000059A2" w:rsidRDefault="00A44B8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44B89" w:rsidRPr="000059A2" w:rsidRDefault="00A44B8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44B89" w:rsidRPr="000059A2" w:rsidRDefault="00A44B8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44B89" w:rsidRPr="000059A2" w:rsidRDefault="00A44B89" w:rsidP="00DB70BA">
            <w:pPr>
              <w:pStyle w:val="aa"/>
            </w:pPr>
          </w:p>
        </w:tc>
      </w:tr>
      <w:tr w:rsidR="00A44B89" w:rsidRPr="000059A2" w:rsidTr="000059A2">
        <w:trPr>
          <w:jc w:val="center"/>
        </w:trPr>
        <w:tc>
          <w:tcPr>
            <w:tcW w:w="3049" w:type="dxa"/>
            <w:vAlign w:val="center"/>
          </w:tcPr>
          <w:p w:rsidR="00A44B89" w:rsidRPr="00A44B89" w:rsidRDefault="00A44B89" w:rsidP="00A44B89">
            <w:pPr>
              <w:pStyle w:val="aa"/>
              <w:jc w:val="left"/>
            </w:pPr>
            <w:r>
              <w:t>41/108(). Машинист автогрейд</w:t>
            </w:r>
            <w:r>
              <w:t>е</w:t>
            </w:r>
            <w:r>
              <w:t xml:space="preserve">ра (мощность двигателя св. 200 </w:t>
            </w:r>
            <w:proofErr w:type="spellStart"/>
            <w:r>
              <w:t>л.</w:t>
            </w:r>
            <w:proofErr w:type="gramStart"/>
            <w:r>
              <w:t>с</w:t>
            </w:r>
            <w:proofErr w:type="spellEnd"/>
            <w:proofErr w:type="gramEnd"/>
            <w:r>
              <w:t>.)</w:t>
            </w:r>
          </w:p>
        </w:tc>
        <w:tc>
          <w:tcPr>
            <w:tcW w:w="3686" w:type="dxa"/>
            <w:vAlign w:val="center"/>
          </w:tcPr>
          <w:p w:rsidR="00A44B89" w:rsidRDefault="00A44B8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A44B89" w:rsidRPr="000059A2" w:rsidRDefault="00A44B8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44B89" w:rsidRPr="000059A2" w:rsidRDefault="00A44B8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44B89" w:rsidRPr="000059A2" w:rsidRDefault="00A44B8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44B89" w:rsidRPr="000059A2" w:rsidRDefault="00A44B89" w:rsidP="00DB70BA">
            <w:pPr>
              <w:pStyle w:val="aa"/>
            </w:pPr>
          </w:p>
        </w:tc>
      </w:tr>
      <w:tr w:rsidR="00A44B89" w:rsidRPr="000059A2" w:rsidTr="000059A2">
        <w:trPr>
          <w:jc w:val="center"/>
        </w:trPr>
        <w:tc>
          <w:tcPr>
            <w:tcW w:w="3049" w:type="dxa"/>
            <w:vAlign w:val="center"/>
          </w:tcPr>
          <w:p w:rsidR="00A44B89" w:rsidRPr="00A44B89" w:rsidRDefault="00A44B89" w:rsidP="00A44B89">
            <w:pPr>
              <w:pStyle w:val="aa"/>
              <w:jc w:val="left"/>
            </w:pPr>
            <w:r>
              <w:t>41/109(41/110А). Водитель п</w:t>
            </w:r>
            <w:r>
              <w:t>о</w:t>
            </w:r>
            <w:r>
              <w:t xml:space="preserve">грузчика (мощность двигателя 100-200 </w:t>
            </w:r>
            <w:proofErr w:type="spellStart"/>
            <w:r>
              <w:t>л.</w:t>
            </w:r>
            <w:proofErr w:type="gramStart"/>
            <w:r>
              <w:t>с</w:t>
            </w:r>
            <w:proofErr w:type="spellEnd"/>
            <w:proofErr w:type="gramEnd"/>
            <w:r>
              <w:t>.)</w:t>
            </w:r>
          </w:p>
        </w:tc>
        <w:tc>
          <w:tcPr>
            <w:tcW w:w="3686" w:type="dxa"/>
            <w:vAlign w:val="center"/>
          </w:tcPr>
          <w:p w:rsidR="00A44B89" w:rsidRDefault="00A44B8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A44B89" w:rsidRPr="000059A2" w:rsidRDefault="00A44B8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44B89" w:rsidRPr="000059A2" w:rsidRDefault="00A44B8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44B89" w:rsidRPr="000059A2" w:rsidRDefault="00A44B8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44B89" w:rsidRPr="000059A2" w:rsidRDefault="00A44B89" w:rsidP="00DB70BA">
            <w:pPr>
              <w:pStyle w:val="aa"/>
            </w:pPr>
          </w:p>
        </w:tc>
      </w:tr>
      <w:tr w:rsidR="00A44B89" w:rsidRPr="000059A2" w:rsidTr="000059A2">
        <w:trPr>
          <w:jc w:val="center"/>
        </w:trPr>
        <w:tc>
          <w:tcPr>
            <w:tcW w:w="3049" w:type="dxa"/>
            <w:vAlign w:val="center"/>
          </w:tcPr>
          <w:p w:rsidR="00A44B89" w:rsidRPr="00A44B89" w:rsidRDefault="00A44B89" w:rsidP="00A44B89">
            <w:pPr>
              <w:pStyle w:val="aa"/>
              <w:jc w:val="left"/>
            </w:pPr>
            <w:r>
              <w:t xml:space="preserve">41/111(). Водитель автомобиля (специального 2 </w:t>
            </w:r>
            <w:proofErr w:type="spellStart"/>
            <w:r>
              <w:t>гр</w:t>
            </w:r>
            <w:proofErr w:type="gramStart"/>
            <w:r>
              <w:t>.г</w:t>
            </w:r>
            <w:proofErr w:type="spellEnd"/>
            <w:proofErr w:type="gramEnd"/>
            <w:r>
              <w:t xml:space="preserve">/п св.7 до 10 </w:t>
            </w:r>
            <w:proofErr w:type="spellStart"/>
            <w:r>
              <w:t>тн</w:t>
            </w:r>
            <w:proofErr w:type="spellEnd"/>
            <w:r>
              <w:t>)</w:t>
            </w:r>
          </w:p>
        </w:tc>
        <w:tc>
          <w:tcPr>
            <w:tcW w:w="3686" w:type="dxa"/>
            <w:vAlign w:val="center"/>
          </w:tcPr>
          <w:p w:rsidR="00A44B89" w:rsidRDefault="00A44B8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A44B89" w:rsidRPr="000059A2" w:rsidRDefault="00A44B8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44B89" w:rsidRPr="000059A2" w:rsidRDefault="00A44B8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44B89" w:rsidRPr="000059A2" w:rsidRDefault="00A44B8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44B89" w:rsidRPr="000059A2" w:rsidRDefault="00A44B89" w:rsidP="00DB70BA">
            <w:pPr>
              <w:pStyle w:val="aa"/>
            </w:pPr>
          </w:p>
        </w:tc>
      </w:tr>
      <w:tr w:rsidR="00A44B89" w:rsidRPr="000059A2" w:rsidTr="000059A2">
        <w:trPr>
          <w:jc w:val="center"/>
        </w:trPr>
        <w:tc>
          <w:tcPr>
            <w:tcW w:w="3049" w:type="dxa"/>
            <w:vAlign w:val="center"/>
          </w:tcPr>
          <w:p w:rsidR="00A44B89" w:rsidRPr="00A44B89" w:rsidRDefault="00A44B89" w:rsidP="00A44B89">
            <w:pPr>
              <w:pStyle w:val="aa"/>
              <w:jc w:val="left"/>
            </w:pPr>
            <w:r>
              <w:t xml:space="preserve">41/112. Водитель автомобиля (специального 3 </w:t>
            </w:r>
            <w:proofErr w:type="spellStart"/>
            <w:r>
              <w:t>гр</w:t>
            </w:r>
            <w:proofErr w:type="gramStart"/>
            <w:r>
              <w:t>.г</w:t>
            </w:r>
            <w:proofErr w:type="spellEnd"/>
            <w:proofErr w:type="gramEnd"/>
            <w:r>
              <w:t xml:space="preserve">/п св.20 до 40 </w:t>
            </w:r>
            <w:proofErr w:type="spellStart"/>
            <w:r>
              <w:t>тн</w:t>
            </w:r>
            <w:proofErr w:type="spellEnd"/>
            <w:r>
              <w:t>)</w:t>
            </w:r>
          </w:p>
        </w:tc>
        <w:tc>
          <w:tcPr>
            <w:tcW w:w="3686" w:type="dxa"/>
            <w:vAlign w:val="center"/>
          </w:tcPr>
          <w:p w:rsidR="00A44B89" w:rsidRDefault="00A44B8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A44B89" w:rsidRPr="000059A2" w:rsidRDefault="00A44B8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44B89" w:rsidRPr="000059A2" w:rsidRDefault="00A44B8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44B89" w:rsidRPr="000059A2" w:rsidRDefault="00A44B8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44B89" w:rsidRPr="000059A2" w:rsidRDefault="00A44B89" w:rsidP="00DB70BA">
            <w:pPr>
              <w:pStyle w:val="aa"/>
            </w:pPr>
          </w:p>
        </w:tc>
      </w:tr>
      <w:tr w:rsidR="00A44B89" w:rsidRPr="000059A2" w:rsidTr="000059A2">
        <w:trPr>
          <w:jc w:val="center"/>
        </w:trPr>
        <w:tc>
          <w:tcPr>
            <w:tcW w:w="3049" w:type="dxa"/>
            <w:vAlign w:val="center"/>
          </w:tcPr>
          <w:p w:rsidR="00A44B89" w:rsidRPr="00A44B89" w:rsidRDefault="00A44B89" w:rsidP="00A44B89">
            <w:pPr>
              <w:pStyle w:val="aa"/>
              <w:jc w:val="left"/>
            </w:pPr>
            <w:r>
              <w:t xml:space="preserve">41/113(41/114А; 41/115А; 41/116А). Водитель автомобиля (специального 2 </w:t>
            </w:r>
            <w:proofErr w:type="spellStart"/>
            <w:r>
              <w:t>гр</w:t>
            </w:r>
            <w:proofErr w:type="gramStart"/>
            <w:r>
              <w:t>.г</w:t>
            </w:r>
            <w:proofErr w:type="spellEnd"/>
            <w:proofErr w:type="gramEnd"/>
            <w:r>
              <w:t xml:space="preserve">/п св.20 до 40 </w:t>
            </w:r>
            <w:proofErr w:type="spellStart"/>
            <w:r>
              <w:t>тн</w:t>
            </w:r>
            <w:proofErr w:type="spellEnd"/>
            <w:r>
              <w:t>)</w:t>
            </w:r>
          </w:p>
        </w:tc>
        <w:tc>
          <w:tcPr>
            <w:tcW w:w="3686" w:type="dxa"/>
            <w:vAlign w:val="center"/>
          </w:tcPr>
          <w:p w:rsidR="00A44B89" w:rsidRDefault="00A44B8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:rsidR="00A44B89" w:rsidRPr="000059A2" w:rsidRDefault="00A44B8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44B89" w:rsidRPr="000059A2" w:rsidRDefault="00A44B8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44B89" w:rsidRPr="000059A2" w:rsidRDefault="00A44B8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44B89" w:rsidRPr="000059A2" w:rsidRDefault="00A44B89" w:rsidP="00DB70BA">
            <w:pPr>
              <w:pStyle w:val="aa"/>
            </w:pPr>
          </w:p>
        </w:tc>
      </w:tr>
    </w:tbl>
    <w:p w:rsidR="00DB70BA" w:rsidRPr="000059A2" w:rsidRDefault="00DB70BA" w:rsidP="00DB70BA"/>
    <w:p w:rsidR="00DB70BA" w:rsidRPr="000059A2" w:rsidRDefault="00DB70BA" w:rsidP="00DB70BA">
      <w:r w:rsidRPr="000059A2">
        <w:t>Дата составления:</w:t>
      </w:r>
      <w:r w:rsidR="00FD5E7D" w:rsidRPr="000059A2">
        <w:rPr>
          <w:rStyle w:val="a9"/>
        </w:rPr>
        <w:t xml:space="preserve"> </w:t>
      </w:r>
      <w:r w:rsidR="00FD5E7D" w:rsidRPr="000059A2">
        <w:rPr>
          <w:rStyle w:val="a9"/>
        </w:rPr>
        <w:fldChar w:fldCharType="begin"/>
      </w:r>
      <w:r w:rsidR="00FD5E7D" w:rsidRPr="000059A2">
        <w:rPr>
          <w:rStyle w:val="a9"/>
        </w:rPr>
        <w:instrText xml:space="preserve"> DOCVARIABLE fill_date \* MERGEFORMAT </w:instrText>
      </w:r>
      <w:r w:rsidR="00FD5E7D" w:rsidRPr="000059A2">
        <w:rPr>
          <w:rStyle w:val="a9"/>
        </w:rPr>
        <w:fldChar w:fldCharType="separate"/>
      </w:r>
      <w:r w:rsidR="00A44B89">
        <w:rPr>
          <w:rStyle w:val="a9"/>
        </w:rPr>
        <w:t>29.12.2023</w:t>
      </w:r>
      <w:r w:rsidR="00FD5E7D" w:rsidRPr="000059A2">
        <w:rPr>
          <w:rStyle w:val="a9"/>
        </w:rPr>
        <w:fldChar w:fldCharType="end"/>
      </w:r>
      <w:r w:rsidR="00FD5E7D" w:rsidRPr="000059A2">
        <w:rPr>
          <w:rStyle w:val="a9"/>
        </w:rPr>
        <w:t> </w:t>
      </w:r>
    </w:p>
    <w:p w:rsidR="0065289A" w:rsidRPr="000059A2" w:rsidRDefault="0065289A" w:rsidP="009A1326">
      <w:pPr>
        <w:rPr>
          <w:sz w:val="18"/>
          <w:szCs w:val="18"/>
        </w:rPr>
      </w:pPr>
    </w:p>
    <w:p w:rsidR="00A44B89" w:rsidRDefault="00A44B89" w:rsidP="009D6532"/>
    <w:p w:rsidR="009D6532" w:rsidRPr="000059A2" w:rsidRDefault="009D6532" w:rsidP="009D6532">
      <w:r w:rsidRPr="000059A2">
        <w:lastRenderedPageBreak/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0059A2" w:rsidTr="00B1405F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0059A2" w:rsidRDefault="00A44B89" w:rsidP="009D6532">
            <w:pPr>
              <w:pStyle w:val="aa"/>
            </w:pPr>
            <w:r>
              <w:t>Главный инженер-заместитель ген</w:t>
            </w:r>
            <w:r>
              <w:t>е</w:t>
            </w:r>
            <w:r>
              <w:t>рального директора</w:t>
            </w:r>
          </w:p>
        </w:tc>
        <w:tc>
          <w:tcPr>
            <w:tcW w:w="283" w:type="dxa"/>
            <w:vAlign w:val="bottom"/>
          </w:tcPr>
          <w:p w:rsidR="009D6532" w:rsidRPr="000059A2" w:rsidRDefault="009D6532" w:rsidP="009D6532">
            <w:pPr>
              <w:pStyle w:val="aa"/>
            </w:pPr>
            <w:bookmarkStart w:id="1" w:name="com_pred"/>
            <w:bookmarkEnd w:id="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0059A2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0059A2" w:rsidRDefault="00A44B89" w:rsidP="009D6532">
            <w:pPr>
              <w:pStyle w:val="aa"/>
            </w:pPr>
            <w:proofErr w:type="spellStart"/>
            <w:r>
              <w:t>Даданов</w:t>
            </w:r>
            <w:proofErr w:type="spellEnd"/>
            <w:r>
              <w:t xml:space="preserve"> А.Н.</w:t>
            </w:r>
          </w:p>
        </w:tc>
        <w:tc>
          <w:tcPr>
            <w:tcW w:w="284" w:type="dxa"/>
            <w:vAlign w:val="bottom"/>
          </w:tcPr>
          <w:p w:rsidR="009D6532" w:rsidRPr="000059A2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</w:pPr>
          </w:p>
        </w:tc>
      </w:tr>
      <w:tr w:rsidR="009D6532" w:rsidRPr="000059A2" w:rsidTr="00A44B89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  <w:bookmarkStart w:id="2" w:name="s070_1"/>
            <w:bookmarkEnd w:id="2"/>
            <w:r w:rsidRPr="000059A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  <w:r w:rsidRPr="000059A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059A2" w:rsidRDefault="00A44B89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  <w:r w:rsidRPr="000059A2">
              <w:rPr>
                <w:vertAlign w:val="superscript"/>
              </w:rPr>
              <w:t>(дата)</w:t>
            </w:r>
          </w:p>
        </w:tc>
      </w:tr>
      <w:tr w:rsidR="00A44B89" w:rsidRPr="000059A2" w:rsidTr="00191C5C">
        <w:trPr>
          <w:trHeight w:val="284"/>
        </w:trPr>
        <w:tc>
          <w:tcPr>
            <w:tcW w:w="11275" w:type="dxa"/>
            <w:gridSpan w:val="7"/>
            <w:shd w:val="clear" w:color="auto" w:fill="auto"/>
            <w:vAlign w:val="bottom"/>
          </w:tcPr>
          <w:p w:rsidR="00A44B89" w:rsidRPr="00A44B89" w:rsidRDefault="00A44B89" w:rsidP="00A44B89">
            <w:pPr>
              <w:pStyle w:val="aa"/>
              <w:jc w:val="left"/>
              <w:rPr>
                <w:sz w:val="24"/>
              </w:rPr>
            </w:pPr>
            <w:r>
              <w:rPr>
                <w:sz w:val="24"/>
              </w:rPr>
              <w:t>Заместитель председателя комиссии по проведению специальной оценки условий труда:</w:t>
            </w:r>
          </w:p>
        </w:tc>
      </w:tr>
      <w:tr w:rsidR="00A44B89" w:rsidRPr="00A44B89" w:rsidTr="00A44B89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44B89" w:rsidRPr="00A44B89" w:rsidRDefault="00A44B89" w:rsidP="009D6532">
            <w:pPr>
              <w:pStyle w:val="aa"/>
            </w:pPr>
            <w:r>
              <w:t>Директор по персоналу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A44B89" w:rsidRPr="00A44B89" w:rsidRDefault="00A44B89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44B89" w:rsidRPr="00A44B89" w:rsidRDefault="00A44B89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44B89" w:rsidRPr="00A44B89" w:rsidRDefault="00A44B89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44B89" w:rsidRPr="00A44B89" w:rsidRDefault="00A44B89" w:rsidP="009D6532">
            <w:pPr>
              <w:pStyle w:val="aa"/>
            </w:pPr>
            <w:r>
              <w:t>Герасименко Т.В.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44B89" w:rsidRPr="00A44B89" w:rsidRDefault="00A44B89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44B89" w:rsidRPr="00A44B89" w:rsidRDefault="00A44B89" w:rsidP="009D6532">
            <w:pPr>
              <w:pStyle w:val="aa"/>
            </w:pPr>
          </w:p>
        </w:tc>
      </w:tr>
      <w:tr w:rsidR="00A44B89" w:rsidRPr="00A44B89" w:rsidTr="00A44B89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A44B89" w:rsidRPr="00A44B89" w:rsidRDefault="00A44B89" w:rsidP="009D6532">
            <w:pPr>
              <w:pStyle w:val="aa"/>
              <w:rPr>
                <w:vertAlign w:val="superscript"/>
              </w:rPr>
            </w:pPr>
            <w:r w:rsidRPr="00A44B8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A44B89" w:rsidRPr="00A44B89" w:rsidRDefault="00A44B8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A44B89" w:rsidRPr="00A44B89" w:rsidRDefault="00A44B89" w:rsidP="009D6532">
            <w:pPr>
              <w:pStyle w:val="aa"/>
              <w:rPr>
                <w:vertAlign w:val="superscript"/>
              </w:rPr>
            </w:pPr>
            <w:r w:rsidRPr="00A44B8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A44B89" w:rsidRPr="00A44B89" w:rsidRDefault="00A44B8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A44B89" w:rsidRPr="00A44B89" w:rsidRDefault="00A44B89" w:rsidP="009D6532">
            <w:pPr>
              <w:pStyle w:val="aa"/>
              <w:rPr>
                <w:vertAlign w:val="superscript"/>
              </w:rPr>
            </w:pPr>
            <w:r w:rsidRPr="00A44B89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A44B89" w:rsidRPr="00A44B89" w:rsidRDefault="00A44B8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A44B89" w:rsidRPr="00A44B89" w:rsidRDefault="00A44B89" w:rsidP="009D6532">
            <w:pPr>
              <w:pStyle w:val="aa"/>
              <w:rPr>
                <w:vertAlign w:val="superscript"/>
              </w:rPr>
            </w:pPr>
            <w:r w:rsidRPr="00A44B89">
              <w:rPr>
                <w:vertAlign w:val="superscript"/>
              </w:rPr>
              <w:t>(дата)</w:t>
            </w:r>
          </w:p>
        </w:tc>
      </w:tr>
      <w:tr w:rsidR="00A44B89" w:rsidRPr="00A44B89" w:rsidTr="005857FE">
        <w:trPr>
          <w:trHeight w:val="284"/>
        </w:trPr>
        <w:tc>
          <w:tcPr>
            <w:tcW w:w="11275" w:type="dxa"/>
            <w:gridSpan w:val="7"/>
            <w:shd w:val="clear" w:color="auto" w:fill="auto"/>
            <w:vAlign w:val="bottom"/>
          </w:tcPr>
          <w:p w:rsidR="00A44B89" w:rsidRPr="00A44B89" w:rsidRDefault="00A44B89" w:rsidP="00A44B89">
            <w:pPr>
              <w:pStyle w:val="aa"/>
              <w:jc w:val="left"/>
              <w:rPr>
                <w:sz w:val="24"/>
              </w:rPr>
            </w:pPr>
            <w:r>
              <w:rPr>
                <w:sz w:val="24"/>
              </w:rPr>
              <w:t>Заместитель председателя комиссии по проведению специальной оценки условий труда:</w:t>
            </w:r>
          </w:p>
        </w:tc>
      </w:tr>
      <w:tr w:rsidR="00826965" w:rsidRPr="00A44B89" w:rsidTr="00A44B89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26965" w:rsidRPr="00597756" w:rsidRDefault="00826965" w:rsidP="00A015C5">
            <w:pPr>
              <w:pStyle w:val="aa"/>
            </w:pPr>
            <w:bookmarkStart w:id="3" w:name="_GoBack" w:colFirst="0" w:colLast="0"/>
            <w:r>
              <w:t>З</w:t>
            </w:r>
            <w:r w:rsidRPr="00FB5971">
              <w:t>аместитель главного инженера по пр</w:t>
            </w:r>
            <w:r w:rsidRPr="00FB5971">
              <w:t>о</w:t>
            </w:r>
            <w:r w:rsidRPr="00FB5971">
              <w:t>изводству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26965" w:rsidRPr="00597756" w:rsidRDefault="00826965" w:rsidP="00A015C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26965" w:rsidRPr="00597756" w:rsidRDefault="00826965" w:rsidP="00A015C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26965" w:rsidRPr="00597756" w:rsidRDefault="00826965" w:rsidP="00A015C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26965" w:rsidRPr="00597756" w:rsidRDefault="00826965" w:rsidP="00A015C5">
            <w:pPr>
              <w:pStyle w:val="aa"/>
            </w:pPr>
            <w:r w:rsidRPr="00FB5971">
              <w:t>Поликарпов Е.А.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26965" w:rsidRPr="00A44B89" w:rsidRDefault="00826965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26965" w:rsidRPr="00A44B89" w:rsidRDefault="00826965" w:rsidP="009D6532">
            <w:pPr>
              <w:pStyle w:val="aa"/>
            </w:pPr>
          </w:p>
        </w:tc>
      </w:tr>
      <w:bookmarkEnd w:id="3"/>
      <w:tr w:rsidR="00826965" w:rsidRPr="00A44B89" w:rsidTr="00B1405F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826965" w:rsidRPr="00A44B89" w:rsidRDefault="00826965" w:rsidP="009D6532">
            <w:pPr>
              <w:pStyle w:val="aa"/>
              <w:rPr>
                <w:vertAlign w:val="superscript"/>
              </w:rPr>
            </w:pPr>
            <w:r w:rsidRPr="00A44B8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826965" w:rsidRPr="00A44B89" w:rsidRDefault="00826965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826965" w:rsidRPr="00A44B89" w:rsidRDefault="00826965" w:rsidP="009D6532">
            <w:pPr>
              <w:pStyle w:val="aa"/>
              <w:rPr>
                <w:vertAlign w:val="superscript"/>
              </w:rPr>
            </w:pPr>
            <w:r w:rsidRPr="00A44B8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826965" w:rsidRPr="00A44B89" w:rsidRDefault="00826965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826965" w:rsidRPr="00A44B89" w:rsidRDefault="00826965" w:rsidP="009D6532">
            <w:pPr>
              <w:pStyle w:val="aa"/>
              <w:rPr>
                <w:vertAlign w:val="superscript"/>
              </w:rPr>
            </w:pPr>
            <w:r w:rsidRPr="00A44B89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826965" w:rsidRPr="00A44B89" w:rsidRDefault="00826965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826965" w:rsidRPr="00A44B89" w:rsidRDefault="00826965" w:rsidP="009D6532">
            <w:pPr>
              <w:pStyle w:val="aa"/>
              <w:rPr>
                <w:vertAlign w:val="superscript"/>
              </w:rPr>
            </w:pPr>
            <w:r w:rsidRPr="00A44B89">
              <w:rPr>
                <w:vertAlign w:val="superscript"/>
              </w:rPr>
              <w:t>(дата)</w:t>
            </w:r>
          </w:p>
        </w:tc>
      </w:tr>
    </w:tbl>
    <w:p w:rsidR="009D6532" w:rsidRPr="000059A2" w:rsidRDefault="009D6532" w:rsidP="009D6532"/>
    <w:p w:rsidR="009D6532" w:rsidRPr="000059A2" w:rsidRDefault="009D6532" w:rsidP="009D6532">
      <w:r w:rsidRPr="000059A2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0059A2" w:rsidTr="00A44B89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0059A2" w:rsidRDefault="00A44B89" w:rsidP="009D6532">
            <w:pPr>
              <w:pStyle w:val="aa"/>
            </w:pPr>
            <w:r>
              <w:t>Председатель профкома</w:t>
            </w:r>
          </w:p>
        </w:tc>
        <w:tc>
          <w:tcPr>
            <w:tcW w:w="283" w:type="dxa"/>
            <w:vAlign w:val="bottom"/>
          </w:tcPr>
          <w:p w:rsidR="009D6532" w:rsidRPr="000059A2" w:rsidRDefault="009D6532" w:rsidP="009D6532">
            <w:pPr>
              <w:pStyle w:val="aa"/>
            </w:pPr>
            <w:bookmarkStart w:id="4" w:name="com_chlens"/>
            <w:bookmarkEnd w:id="4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0059A2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0059A2" w:rsidRDefault="00A44B89" w:rsidP="009D6532">
            <w:pPr>
              <w:pStyle w:val="aa"/>
            </w:pPr>
            <w:r>
              <w:t>Туманов С.А.</w:t>
            </w:r>
          </w:p>
        </w:tc>
        <w:tc>
          <w:tcPr>
            <w:tcW w:w="284" w:type="dxa"/>
            <w:vAlign w:val="bottom"/>
          </w:tcPr>
          <w:p w:rsidR="009D6532" w:rsidRPr="000059A2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</w:pPr>
          </w:p>
        </w:tc>
      </w:tr>
      <w:tr w:rsidR="009D6532" w:rsidRPr="000059A2" w:rsidTr="00A44B89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  <w:bookmarkStart w:id="5" w:name="s070_2"/>
            <w:bookmarkEnd w:id="5"/>
            <w:r w:rsidRPr="000059A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  <w:r w:rsidRPr="000059A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059A2" w:rsidRDefault="00A44B89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059A2" w:rsidRDefault="009D6532" w:rsidP="009D6532">
            <w:pPr>
              <w:pStyle w:val="aa"/>
              <w:rPr>
                <w:vertAlign w:val="superscript"/>
              </w:rPr>
            </w:pPr>
            <w:r w:rsidRPr="000059A2">
              <w:rPr>
                <w:vertAlign w:val="superscript"/>
              </w:rPr>
              <w:t>(дата)</w:t>
            </w:r>
          </w:p>
        </w:tc>
      </w:tr>
      <w:tr w:rsidR="00A44B89" w:rsidRPr="00A44B89" w:rsidTr="00A44B89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44B89" w:rsidRPr="00A44B89" w:rsidRDefault="00A44B89" w:rsidP="00A44B89">
            <w:pPr>
              <w:pStyle w:val="aa"/>
            </w:pPr>
            <w:r w:rsidRPr="00A44B89">
              <w:t>Начальник отдела организации и опл</w:t>
            </w:r>
            <w:r w:rsidRPr="00A44B89">
              <w:t>а</w:t>
            </w:r>
            <w:r w:rsidRPr="00A44B89">
              <w:t>ты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A44B89" w:rsidRPr="00A44B89" w:rsidRDefault="00A44B89" w:rsidP="00A44B89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44B89" w:rsidRPr="00A44B89" w:rsidRDefault="00A44B89" w:rsidP="00A44B89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44B89" w:rsidRPr="00A44B89" w:rsidRDefault="00A44B89" w:rsidP="00A44B89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44B89" w:rsidRPr="00A44B89" w:rsidRDefault="00A44B89" w:rsidP="00A44B89">
            <w:pPr>
              <w:pStyle w:val="aa"/>
            </w:pPr>
            <w:r w:rsidRPr="00A44B89">
              <w:t>Савушкина Е.В.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44B89" w:rsidRPr="00A44B89" w:rsidRDefault="00A44B89" w:rsidP="00A44B89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44B89" w:rsidRPr="00A44B89" w:rsidRDefault="00A44B89" w:rsidP="00A44B89">
            <w:pPr>
              <w:pStyle w:val="aa"/>
            </w:pPr>
          </w:p>
        </w:tc>
      </w:tr>
      <w:tr w:rsidR="00A44B89" w:rsidRPr="00A44B89" w:rsidTr="00A44B89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A44B89" w:rsidRPr="00A44B89" w:rsidRDefault="00A44B89" w:rsidP="009D6532">
            <w:pPr>
              <w:pStyle w:val="aa"/>
              <w:rPr>
                <w:vertAlign w:val="superscript"/>
              </w:rPr>
            </w:pPr>
            <w:r w:rsidRPr="00A44B8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A44B89" w:rsidRPr="00A44B89" w:rsidRDefault="00A44B8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A44B89" w:rsidRPr="00A44B89" w:rsidRDefault="00A44B89" w:rsidP="009D6532">
            <w:pPr>
              <w:pStyle w:val="aa"/>
              <w:rPr>
                <w:vertAlign w:val="superscript"/>
              </w:rPr>
            </w:pPr>
            <w:r w:rsidRPr="00A44B8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A44B89" w:rsidRPr="00A44B89" w:rsidRDefault="00A44B8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44B89" w:rsidRPr="00A44B89" w:rsidRDefault="00A44B89" w:rsidP="009D6532">
            <w:pPr>
              <w:pStyle w:val="aa"/>
              <w:rPr>
                <w:vertAlign w:val="superscript"/>
              </w:rPr>
            </w:pPr>
            <w:r w:rsidRPr="00A44B8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A44B89" w:rsidRPr="00A44B89" w:rsidRDefault="00A44B8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A44B89" w:rsidRPr="00A44B89" w:rsidRDefault="00A44B89" w:rsidP="009D6532">
            <w:pPr>
              <w:pStyle w:val="aa"/>
              <w:rPr>
                <w:vertAlign w:val="superscript"/>
              </w:rPr>
            </w:pPr>
            <w:r w:rsidRPr="00A44B89">
              <w:rPr>
                <w:vertAlign w:val="superscript"/>
              </w:rPr>
              <w:t>(дата)</w:t>
            </w:r>
          </w:p>
        </w:tc>
      </w:tr>
      <w:tr w:rsidR="00A44B89" w:rsidRPr="00A44B89" w:rsidTr="00A44B89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44B89" w:rsidRPr="00A44B89" w:rsidRDefault="00A44B89" w:rsidP="00A44B89">
            <w:pPr>
              <w:pStyle w:val="aa"/>
            </w:pPr>
            <w:r w:rsidRPr="00A44B89">
              <w:t>Начальник ООТ, ТБ, ВГСО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A44B89" w:rsidRPr="00A44B89" w:rsidRDefault="00A44B89" w:rsidP="00A44B89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44B89" w:rsidRPr="00A44B89" w:rsidRDefault="00A44B89" w:rsidP="00A44B89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44B89" w:rsidRPr="00A44B89" w:rsidRDefault="00A44B89" w:rsidP="00A44B89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44B89" w:rsidRPr="00A44B89" w:rsidRDefault="00A44B89" w:rsidP="00A44B89">
            <w:pPr>
              <w:pStyle w:val="aa"/>
            </w:pPr>
            <w:r w:rsidRPr="00A44B89">
              <w:t>Карпов М.С.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44B89" w:rsidRPr="00A44B89" w:rsidRDefault="00A44B89" w:rsidP="00A44B89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44B89" w:rsidRPr="00A44B89" w:rsidRDefault="00A44B89" w:rsidP="00A44B89">
            <w:pPr>
              <w:pStyle w:val="aa"/>
            </w:pPr>
          </w:p>
        </w:tc>
      </w:tr>
      <w:tr w:rsidR="00A44B89" w:rsidRPr="00A44B89" w:rsidTr="00A44B89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A44B89" w:rsidRPr="00A44B89" w:rsidRDefault="00A44B89" w:rsidP="009D6532">
            <w:pPr>
              <w:pStyle w:val="aa"/>
              <w:rPr>
                <w:vertAlign w:val="superscript"/>
              </w:rPr>
            </w:pPr>
            <w:r w:rsidRPr="00A44B8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A44B89" w:rsidRPr="00A44B89" w:rsidRDefault="00A44B8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A44B89" w:rsidRPr="00A44B89" w:rsidRDefault="00A44B89" w:rsidP="009D6532">
            <w:pPr>
              <w:pStyle w:val="aa"/>
              <w:rPr>
                <w:vertAlign w:val="superscript"/>
              </w:rPr>
            </w:pPr>
            <w:r w:rsidRPr="00A44B8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A44B89" w:rsidRPr="00A44B89" w:rsidRDefault="00A44B8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44B89" w:rsidRPr="00A44B89" w:rsidRDefault="00A44B89" w:rsidP="009D6532">
            <w:pPr>
              <w:pStyle w:val="aa"/>
              <w:rPr>
                <w:vertAlign w:val="superscript"/>
              </w:rPr>
            </w:pPr>
            <w:r w:rsidRPr="00A44B8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A44B89" w:rsidRPr="00A44B89" w:rsidRDefault="00A44B8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A44B89" w:rsidRPr="00A44B89" w:rsidRDefault="00A44B89" w:rsidP="009D6532">
            <w:pPr>
              <w:pStyle w:val="aa"/>
              <w:rPr>
                <w:vertAlign w:val="superscript"/>
              </w:rPr>
            </w:pPr>
            <w:r w:rsidRPr="00A44B89">
              <w:rPr>
                <w:vertAlign w:val="superscript"/>
              </w:rPr>
              <w:t>(дата)</w:t>
            </w:r>
          </w:p>
        </w:tc>
      </w:tr>
      <w:tr w:rsidR="00A44B89" w:rsidRPr="00A44B89" w:rsidTr="00A44B89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44B89" w:rsidRPr="00A44B89" w:rsidRDefault="00A44B89" w:rsidP="00A44B89">
            <w:pPr>
              <w:pStyle w:val="aa"/>
            </w:pPr>
            <w:r w:rsidRPr="00A44B89">
              <w:t>Начальник цеха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A44B89" w:rsidRPr="00A44B89" w:rsidRDefault="00A44B89" w:rsidP="00A44B89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44B89" w:rsidRPr="00A44B89" w:rsidRDefault="00A44B89" w:rsidP="00A44B89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44B89" w:rsidRPr="00A44B89" w:rsidRDefault="00A44B89" w:rsidP="00A44B89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44B89" w:rsidRPr="00A44B89" w:rsidRDefault="00A44B89" w:rsidP="00A44B89">
            <w:pPr>
              <w:pStyle w:val="aa"/>
            </w:pPr>
            <w:r w:rsidRPr="00A44B89">
              <w:t>Перминов И.В.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44B89" w:rsidRPr="00A44B89" w:rsidRDefault="00A44B89" w:rsidP="00A44B89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44B89" w:rsidRPr="00A44B89" w:rsidRDefault="00A44B89" w:rsidP="00A44B89">
            <w:pPr>
              <w:pStyle w:val="aa"/>
            </w:pPr>
          </w:p>
        </w:tc>
      </w:tr>
      <w:tr w:rsidR="00A44B89" w:rsidRPr="00A44B89" w:rsidTr="00A44B89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A44B89" w:rsidRPr="00A44B89" w:rsidRDefault="00A44B89" w:rsidP="009D6532">
            <w:pPr>
              <w:pStyle w:val="aa"/>
              <w:rPr>
                <w:vertAlign w:val="superscript"/>
              </w:rPr>
            </w:pPr>
            <w:r w:rsidRPr="00A44B8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A44B89" w:rsidRPr="00A44B89" w:rsidRDefault="00A44B8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A44B89" w:rsidRPr="00A44B89" w:rsidRDefault="00A44B89" w:rsidP="009D6532">
            <w:pPr>
              <w:pStyle w:val="aa"/>
              <w:rPr>
                <w:vertAlign w:val="superscript"/>
              </w:rPr>
            </w:pPr>
            <w:r w:rsidRPr="00A44B8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A44B89" w:rsidRPr="00A44B89" w:rsidRDefault="00A44B8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44B89" w:rsidRPr="00A44B89" w:rsidRDefault="00A44B89" w:rsidP="009D6532">
            <w:pPr>
              <w:pStyle w:val="aa"/>
              <w:rPr>
                <w:vertAlign w:val="superscript"/>
              </w:rPr>
            </w:pPr>
            <w:r w:rsidRPr="00A44B8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A44B89" w:rsidRPr="00A44B89" w:rsidRDefault="00A44B8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A44B89" w:rsidRPr="00A44B89" w:rsidRDefault="00A44B89" w:rsidP="009D6532">
            <w:pPr>
              <w:pStyle w:val="aa"/>
              <w:rPr>
                <w:vertAlign w:val="superscript"/>
              </w:rPr>
            </w:pPr>
            <w:r w:rsidRPr="00A44B89">
              <w:rPr>
                <w:vertAlign w:val="superscript"/>
              </w:rPr>
              <w:t>(дата)</w:t>
            </w:r>
          </w:p>
        </w:tc>
      </w:tr>
    </w:tbl>
    <w:p w:rsidR="00C45714" w:rsidRPr="000059A2" w:rsidRDefault="00C45714" w:rsidP="00C45714"/>
    <w:p w:rsidR="00C45714" w:rsidRPr="000059A2" w:rsidRDefault="00C45714" w:rsidP="00C45714">
      <w:r w:rsidRPr="000059A2">
        <w:t>Экспер</w:t>
      </w:r>
      <w:proofErr w:type="gramStart"/>
      <w:r w:rsidRPr="000059A2">
        <w:t>т(</w:t>
      </w:r>
      <w:proofErr w:type="gramEnd"/>
      <w:r w:rsidRPr="000059A2">
        <w:t xml:space="preserve">ы) </w:t>
      </w:r>
      <w:r w:rsidR="00056BFC" w:rsidRPr="000059A2">
        <w:t>организации, проводившей специальную оценку условий труда</w:t>
      </w:r>
      <w:r w:rsidRPr="000059A2">
        <w:t>:</w:t>
      </w:r>
    </w:p>
    <w:tbl>
      <w:tblPr>
        <w:tblW w:w="11307" w:type="dxa"/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C45714" w:rsidRPr="00A44B89" w:rsidTr="00A44B89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A44B89" w:rsidRDefault="00A44B89" w:rsidP="00C45714">
            <w:pPr>
              <w:pStyle w:val="aa"/>
            </w:pPr>
            <w:r w:rsidRPr="00A44B89">
              <w:t>4102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A44B89" w:rsidRDefault="00C45714" w:rsidP="00C4571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A44B89" w:rsidRDefault="00C45714" w:rsidP="00C4571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A44B89" w:rsidRDefault="00C45714" w:rsidP="00C4571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A44B89" w:rsidRDefault="00A44B89" w:rsidP="00C45714">
            <w:pPr>
              <w:pStyle w:val="aa"/>
            </w:pPr>
            <w:r w:rsidRPr="00A44B89">
              <w:t>Парфенова М.В.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A44B89" w:rsidRDefault="00C45714" w:rsidP="00C45714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A44B89" w:rsidRDefault="00A44B89" w:rsidP="00C45714">
            <w:pPr>
              <w:pStyle w:val="aa"/>
            </w:pPr>
            <w:r>
              <w:t>29.12.2023</w:t>
            </w:r>
          </w:p>
        </w:tc>
      </w:tr>
      <w:tr w:rsidR="00C45714" w:rsidRPr="00A44B89" w:rsidTr="00A44B89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  <w:shd w:val="clear" w:color="auto" w:fill="auto"/>
          </w:tcPr>
          <w:p w:rsidR="00C45714" w:rsidRPr="00A44B89" w:rsidRDefault="00A44B89" w:rsidP="00C45714">
            <w:pPr>
              <w:pStyle w:val="aa"/>
              <w:rPr>
                <w:b/>
                <w:vertAlign w:val="superscript"/>
              </w:rPr>
            </w:pPr>
            <w:r w:rsidRPr="00A44B89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C45714" w:rsidRPr="00A44B89" w:rsidRDefault="00C45714" w:rsidP="00C45714">
            <w:pPr>
              <w:pStyle w:val="aa"/>
              <w:rPr>
                <w:b/>
                <w:vertAlign w:val="superscript"/>
              </w:rPr>
            </w:pPr>
            <w:bookmarkStart w:id="6" w:name="fio_users"/>
            <w:bookmarkEnd w:id="6"/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C45714" w:rsidRPr="00A44B89" w:rsidRDefault="00A44B89" w:rsidP="00C45714">
            <w:pPr>
              <w:pStyle w:val="aa"/>
              <w:rPr>
                <w:b/>
                <w:vertAlign w:val="superscript"/>
              </w:rPr>
            </w:pPr>
            <w:r w:rsidRPr="00A44B8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C45714" w:rsidRPr="00A44B89" w:rsidRDefault="00C45714" w:rsidP="00C45714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</w:tcPr>
          <w:p w:rsidR="00C45714" w:rsidRPr="00A44B89" w:rsidRDefault="00A44B89" w:rsidP="00C45714">
            <w:pPr>
              <w:pStyle w:val="aa"/>
              <w:rPr>
                <w:b/>
                <w:vertAlign w:val="superscript"/>
              </w:rPr>
            </w:pPr>
            <w:r w:rsidRPr="00A44B89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shd w:val="clear" w:color="auto" w:fill="auto"/>
          </w:tcPr>
          <w:p w:rsidR="00C45714" w:rsidRPr="00A44B89" w:rsidRDefault="00C45714" w:rsidP="00C45714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C45714" w:rsidRPr="00A44B89" w:rsidRDefault="00A44B89" w:rsidP="00C45714">
            <w:pPr>
              <w:pStyle w:val="aa"/>
              <w:rPr>
                <w:vertAlign w:val="superscript"/>
              </w:rPr>
            </w:pPr>
            <w:r w:rsidRPr="00A44B89">
              <w:rPr>
                <w:vertAlign w:val="superscript"/>
              </w:rPr>
              <w:t>(дата)</w:t>
            </w:r>
          </w:p>
        </w:tc>
      </w:tr>
    </w:tbl>
    <w:p w:rsidR="001B06AD" w:rsidRPr="000059A2" w:rsidRDefault="001B06AD" w:rsidP="001B06AD"/>
    <w:sectPr w:rsidR="001B06AD" w:rsidRPr="000059A2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B89" w:rsidRDefault="00A44B89" w:rsidP="00A44B89">
      <w:r>
        <w:separator/>
      </w:r>
    </w:p>
  </w:endnote>
  <w:endnote w:type="continuationSeparator" w:id="0">
    <w:p w:rsidR="00A44B89" w:rsidRDefault="00A44B89" w:rsidP="00A44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B89" w:rsidRDefault="00A44B89" w:rsidP="00A44B89">
      <w:r>
        <w:separator/>
      </w:r>
    </w:p>
  </w:footnote>
  <w:footnote w:type="continuationSeparator" w:id="0">
    <w:p w:rsidR="00A44B89" w:rsidRDefault="00A44B89" w:rsidP="00A44B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dv_info1" w:val="     "/>
    <w:docVar w:name="adv_info2" w:val="     "/>
    <w:docVar w:name="adv_info3" w:val="     "/>
    <w:docVar w:name="att_org_adr" w:val="Юридический адрес: 443125, г.Самара, ул.Губанова, д.14, кв.13; фактический адрес: 443081, г.Самара, ул.Ново-Вокзальная, д.116, офисы 201, 225"/>
    <w:docVar w:name="att_org_dop" w:val="Общество с ограниченной ответственностью &quot;Самарский деловой центр охраны труда&quot;_x000d__x000a_(ООО &quot;Самарский ДЦОТ&quot;)_x000d__x000a_юридический адрес: 443125, г.Самара, ул.Губанова, д.14, кв.13_x000d__x000a_фактический адрес: 443081, г.Самара, ул.Ново-Вокзальная, д.116, офисы 201, 225_x000d__x000a_Измерительная лаборатория ООО &quot;Самарский деловой центр охраны труда&quot;_x000d__x000a_место осуществления деятельности: 443081, г.Самара, ул.Ново-Вокзальная, д.116, офисы 201, 225_x000d__x000a_тел. (846) 342-62-11, адрес электронной почты: arm-lab@mail.ru_x000d__x000a_Регистрационный номер в реестре организаций, проводящих специальную оценку условий труда, №441 от 19.01.2017"/>
    <w:docVar w:name="att_org_name" w:val="Общество с ограниченной ответственностью &quot;Самарский деловой центр охраны труда&quot;_x000d__x000a_(ООО &quot;Самарский ДЦОТ&quot;)_x000d__x000a_юридический адрес: 443125, г.Самара, ул.Губанова, д.14, кв.13_x000d__x000a_фактический адрес: 443081, г.Самара, ул.Ново-Вокзальная, д.116, офис 201_x000d__x000a_Измерительная лаборатория ООО &quot;Самарский деловой центр охраны труда&quot;_x000d__x000a_место осуществления деятельности: 443081, г.Самара, ул.Ново-Вокзальная, д.116, офис 201_x000d__x000a_тел. (846) 342-62-11, адрес электронной почты: arm-lab@mail.ru"/>
    <w:docVar w:name="att_org_reg_date" w:val="19.01.2017"/>
    <w:docVar w:name="att_org_reg_num" w:val="441"/>
    <w:docVar w:name="boss_fio" w:val="Цвирко Олег Эдуардович"/>
    <w:docVar w:name="ceh_info" w:val=" Публичное акционерное общество «КуйбышевАзот» "/>
    <w:docVar w:name="close_doc_flag" w:val="0"/>
    <w:docVar w:name="D_dog" w:val="   "/>
    <w:docVar w:name="D_prikaz" w:val="   "/>
    <w:docVar w:name="doc_type" w:val="6"/>
    <w:docVar w:name="fill_date" w:val="29.12.2023"/>
    <w:docVar w:name="kpp_code" w:val="   "/>
    <w:docVar w:name="N_dog" w:val="   "/>
    <w:docVar w:name="N_prikaz" w:val="   "/>
    <w:docVar w:name="org_guid" w:val="6C17B31BB8844E7496D49CA1C5A70B7B"/>
    <w:docVar w:name="org_id" w:val="176"/>
    <w:docVar w:name="org_name" w:val="     "/>
    <w:docVar w:name="pers_guids" w:val="19C740A35DD54C628DD8FBEA14944BAD@147-152-483 59"/>
    <w:docVar w:name="pers_snils" w:val="19C740A35DD54C628DD8FBEA14944BAD@147-152-483 59"/>
    <w:docVar w:name="podr_id" w:val="org_176"/>
    <w:docVar w:name="pred_dolg" w:val="Главный инженер-заместитель генерального директора"/>
    <w:docVar w:name="pred_fio" w:val="Даданов А.Н."/>
    <w:docVar w:name="rbtd_adr" w:val="     "/>
    <w:docVar w:name="rbtd_name" w:val="Публичное акционерное общество «КуйбышевАзот»"/>
    <w:docVar w:name="sout_id" w:val="   "/>
    <w:docVar w:name="sv_docs" w:val="1"/>
  </w:docVars>
  <w:rsids>
    <w:rsidRoot w:val="00A44B89"/>
    <w:rsid w:val="000059A2"/>
    <w:rsid w:val="0002033E"/>
    <w:rsid w:val="00056BFC"/>
    <w:rsid w:val="0007776A"/>
    <w:rsid w:val="00093D2E"/>
    <w:rsid w:val="000C5130"/>
    <w:rsid w:val="00196135"/>
    <w:rsid w:val="001A7AC3"/>
    <w:rsid w:val="001B06AD"/>
    <w:rsid w:val="00237B32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662C"/>
    <w:rsid w:val="00725C51"/>
    <w:rsid w:val="00820552"/>
    <w:rsid w:val="00826965"/>
    <w:rsid w:val="00873F2A"/>
    <w:rsid w:val="008B4051"/>
    <w:rsid w:val="008C0968"/>
    <w:rsid w:val="00922677"/>
    <w:rsid w:val="009647F7"/>
    <w:rsid w:val="009A1326"/>
    <w:rsid w:val="009D6532"/>
    <w:rsid w:val="00A026A4"/>
    <w:rsid w:val="00A44B89"/>
    <w:rsid w:val="00A567D1"/>
    <w:rsid w:val="00B12F45"/>
    <w:rsid w:val="00B1405F"/>
    <w:rsid w:val="00B3448B"/>
    <w:rsid w:val="00B5534B"/>
    <w:rsid w:val="00BA560A"/>
    <w:rsid w:val="00BD0A92"/>
    <w:rsid w:val="00C0355B"/>
    <w:rsid w:val="00C45714"/>
    <w:rsid w:val="00C93056"/>
    <w:rsid w:val="00CA2E96"/>
    <w:rsid w:val="00CD2568"/>
    <w:rsid w:val="00D11966"/>
    <w:rsid w:val="00DB70BA"/>
    <w:rsid w:val="00DC0F74"/>
    <w:rsid w:val="00DD6622"/>
    <w:rsid w:val="00E25119"/>
    <w:rsid w:val="00E458F1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A44B8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A44B89"/>
    <w:rPr>
      <w:sz w:val="24"/>
    </w:rPr>
  </w:style>
  <w:style w:type="paragraph" w:styleId="ad">
    <w:name w:val="footer"/>
    <w:basedOn w:val="a"/>
    <w:link w:val="ae"/>
    <w:rsid w:val="00A44B8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A44B8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1</TotalTime>
  <Pages>2</Pages>
  <Words>303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2765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subject/>
  <dc:creator>XE</dc:creator>
  <cp:keywords/>
  <dc:description/>
  <cp:lastModifiedBy>XE</cp:lastModifiedBy>
  <cp:revision>2</cp:revision>
  <dcterms:created xsi:type="dcterms:W3CDTF">2023-12-21T06:35:00Z</dcterms:created>
  <dcterms:modified xsi:type="dcterms:W3CDTF">2023-12-22T13:11:00Z</dcterms:modified>
</cp:coreProperties>
</file>